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60B108AD" w:rsidR="00595483" w:rsidRDefault="007449AA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9B27DC" wp14:editId="0C44E6B8">
                <wp:simplePos x="0" y="0"/>
                <wp:positionH relativeFrom="column">
                  <wp:posOffset>3066415</wp:posOffset>
                </wp:positionH>
                <wp:positionV relativeFrom="paragraph">
                  <wp:posOffset>1023327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6CF47" w14:textId="7A04F342" w:rsidR="000D1650" w:rsidRDefault="000D1650" w:rsidP="000D1650">
                            <w:r>
                              <w:t>PS0</w:t>
                            </w:r>
                            <w:r w:rsidR="00563E34">
                              <w:t>90</w:t>
                            </w:r>
                          </w:p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B27D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1.45pt;margin-top:80.6pt;width:79.5pt;height:23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" fillcolor="window" strokeweight=".5pt">
                <v:textbox>
                  <w:txbxContent>
                    <w:p w14:paraId="7C66CF47" w14:textId="7A04F342" w:rsidR="000D1650" w:rsidRDefault="000D1650" w:rsidP="000D1650">
                      <w:r>
                        <w:t>PS0</w:t>
                      </w:r>
                      <w:r w:rsidR="00563E34">
                        <w:t>90</w:t>
                      </w:r>
                    </w:p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F798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D9FDD0" wp14:editId="02A6C0D3">
                <wp:simplePos x="0" y="0"/>
                <wp:positionH relativeFrom="column">
                  <wp:posOffset>3564890</wp:posOffset>
                </wp:positionH>
                <wp:positionV relativeFrom="paragraph">
                  <wp:posOffset>4345012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9FDD0" id="Text Box 9" o:spid="_x0000_s1027" type="#_x0000_t202" style="position:absolute;margin-left:280.7pt;margin-top:342.15pt;width:79.5pt;height:23.7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="00D11A6B" w:rsidRPr="00D11A6B">
        <w:rPr>
          <w:noProof/>
        </w:rPr>
        <w:drawing>
          <wp:inline distT="0" distB="0" distL="0" distR="0" wp14:anchorId="45EC2A21" wp14:editId="0E4ECC5A">
            <wp:extent cx="7235825" cy="62820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90956" w14:textId="77777777" w:rsidR="007449AA" w:rsidRDefault="007449AA" w:rsidP="007449AA">
      <w:r>
        <w:lastRenderedPageBreak/>
        <w:t>Formula              RDB           Error (ppm)</w:t>
      </w:r>
    </w:p>
    <w:p w14:paraId="1B645F1B" w14:textId="0B2A443E" w:rsidR="009971EA" w:rsidRDefault="007449AA" w:rsidP="00522AAD">
      <w:r w:rsidRPr="007449AA">
        <w:t>C16 H15 O5 S</w:t>
      </w:r>
      <w:r w:rsidRPr="007449AA">
        <w:tab/>
        <w:t xml:space="preserve"> 9.5</w:t>
      </w:r>
      <w:r w:rsidRPr="007449AA">
        <w:tab/>
        <w:t xml:space="preserve">   -1.779</w:t>
      </w:r>
    </w:p>
    <w:sectPr w:rsidR="009971E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96526"/>
    <w:rsid w:val="000D1650"/>
    <w:rsid w:val="001331D0"/>
    <w:rsid w:val="001F0CAA"/>
    <w:rsid w:val="00401EBA"/>
    <w:rsid w:val="004C2A0A"/>
    <w:rsid w:val="00522AAD"/>
    <w:rsid w:val="00544399"/>
    <w:rsid w:val="00563E34"/>
    <w:rsid w:val="00595483"/>
    <w:rsid w:val="005E3609"/>
    <w:rsid w:val="006850EF"/>
    <w:rsid w:val="006E439C"/>
    <w:rsid w:val="007449AA"/>
    <w:rsid w:val="00751BFD"/>
    <w:rsid w:val="008E1BD6"/>
    <w:rsid w:val="008F798B"/>
    <w:rsid w:val="00987A2D"/>
    <w:rsid w:val="009971EA"/>
    <w:rsid w:val="00AC28AC"/>
    <w:rsid w:val="00AD72BC"/>
    <w:rsid w:val="00B22530"/>
    <w:rsid w:val="00BC1A54"/>
    <w:rsid w:val="00D11A6B"/>
    <w:rsid w:val="00E51D9F"/>
    <w:rsid w:val="00E751C4"/>
    <w:rsid w:val="00E7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2022-10-20T13:26:00Z</dcterms:created>
  <dcterms:modified xsi:type="dcterms:W3CDTF">2022-10-20T13:26:00Z</dcterms:modified>
</cp:coreProperties>
</file>